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D5B82" w:rsidRPr="007E053F" w:rsidRDefault="007D5B82" w:rsidP="007D5B82">
      <w:pPr>
        <w:rPr>
          <w:i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00AC4969" wp14:editId="6C88FB96">
            <wp:simplePos x="0" y="0"/>
            <wp:positionH relativeFrom="column">
              <wp:posOffset>67945</wp:posOffset>
            </wp:positionH>
            <wp:positionV relativeFrom="paragraph">
              <wp:posOffset>-570865</wp:posOffset>
            </wp:positionV>
            <wp:extent cx="723900" cy="833755"/>
            <wp:effectExtent l="0" t="0" r="0" b="4445"/>
            <wp:wrapNone/>
            <wp:docPr id="3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33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E053F">
        <w:rPr>
          <w:i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00686D3" wp14:editId="356F0F57">
                <wp:simplePos x="0" y="0"/>
                <wp:positionH relativeFrom="column">
                  <wp:posOffset>1032372</wp:posOffset>
                </wp:positionH>
                <wp:positionV relativeFrom="paragraph">
                  <wp:posOffset>-569181</wp:posOffset>
                </wp:positionV>
                <wp:extent cx="4348756" cy="810895"/>
                <wp:effectExtent l="0" t="0" r="0" b="825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48756" cy="8108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D5B82" w:rsidRDefault="007D5B82" w:rsidP="007D5B82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5B18C0">
                              <w:rPr>
                                <w:sz w:val="28"/>
                                <w:szCs w:val="28"/>
                              </w:rPr>
                              <w:t xml:space="preserve">Cegléd Város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Önkormányzatának Polgármesterétől</w:t>
                            </w:r>
                          </w:p>
                          <w:p w:rsidR="007D5B82" w:rsidRDefault="007D5B82" w:rsidP="007D5B82">
                            <w:pPr>
                              <w:jc w:val="center"/>
                            </w:pPr>
                            <w:r w:rsidRPr="005B18C0">
                              <w:t>2700 Cegléd, Kossuth tér</w:t>
                            </w:r>
                            <w:r>
                              <w:t xml:space="preserve"> </w:t>
                            </w:r>
                            <w:r w:rsidRPr="005B18C0">
                              <w:t>1.</w:t>
                            </w:r>
                          </w:p>
                          <w:p w:rsidR="007D5B82" w:rsidRDefault="007D5B82" w:rsidP="007D5B82">
                            <w:pPr>
                              <w:jc w:val="center"/>
                            </w:pPr>
                            <w:r>
                              <w:t>Levélcím: 2701 Cegléd, Pf.: 85.</w:t>
                            </w:r>
                          </w:p>
                          <w:p w:rsidR="007D5B82" w:rsidRDefault="007D5B82" w:rsidP="007D5B82">
                            <w:pPr>
                              <w:jc w:val="center"/>
                            </w:pPr>
                            <w:r>
                              <w:t>Tel.: 06/53/511-401</w:t>
                            </w:r>
                          </w:p>
                          <w:p w:rsidR="007D5B82" w:rsidRPr="005B18C0" w:rsidRDefault="007D5B82" w:rsidP="007D5B8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00686D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81.3pt;margin-top:-44.8pt;width:342.4pt;height:63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mPZ1tA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" filled="f" stroked="f">
                <v:textbox>
                  <w:txbxContent>
                    <w:p w:rsidR="007D5B82" w:rsidRDefault="007D5B82" w:rsidP="007D5B82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5B18C0">
                        <w:rPr>
                          <w:sz w:val="28"/>
                          <w:szCs w:val="28"/>
                        </w:rPr>
                        <w:t xml:space="preserve">Cegléd Város </w:t>
                      </w:r>
                      <w:r>
                        <w:rPr>
                          <w:sz w:val="28"/>
                          <w:szCs w:val="28"/>
                        </w:rPr>
                        <w:t>Önkormányzatának Polgármesterétől</w:t>
                      </w:r>
                    </w:p>
                    <w:p w:rsidR="007D5B82" w:rsidRDefault="007D5B82" w:rsidP="007D5B82">
                      <w:pPr>
                        <w:jc w:val="center"/>
                      </w:pPr>
                      <w:r w:rsidRPr="005B18C0">
                        <w:t>2700 Cegléd, Kossuth tér</w:t>
                      </w:r>
                      <w:r>
                        <w:t xml:space="preserve"> </w:t>
                      </w:r>
                      <w:r w:rsidRPr="005B18C0">
                        <w:t>1.</w:t>
                      </w:r>
                    </w:p>
                    <w:p w:rsidR="007D5B82" w:rsidRDefault="007D5B82" w:rsidP="007D5B82">
                      <w:pPr>
                        <w:jc w:val="center"/>
                      </w:pPr>
                      <w:r>
                        <w:t>Levélcím: 2701 Cegléd, Pf.: 85.</w:t>
                      </w:r>
                    </w:p>
                    <w:p w:rsidR="007D5B82" w:rsidRDefault="007D5B82" w:rsidP="007D5B82">
                      <w:pPr>
                        <w:jc w:val="center"/>
                      </w:pPr>
                      <w:r>
                        <w:t>Tel.: 06/53/511-401</w:t>
                      </w:r>
                    </w:p>
                    <w:p w:rsidR="007D5B82" w:rsidRPr="005B18C0" w:rsidRDefault="007D5B82" w:rsidP="007D5B82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32090D" w:rsidRDefault="007D5B82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67945</wp:posOffset>
                </wp:positionH>
                <wp:positionV relativeFrom="paragraph">
                  <wp:posOffset>160655</wp:posOffset>
                </wp:positionV>
                <wp:extent cx="5631180" cy="0"/>
                <wp:effectExtent l="0" t="0" r="0" b="0"/>
                <wp:wrapNone/>
                <wp:docPr id="4" name="Egyenes összekötő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6311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A255908" id="Egyenes összekötő 4" o:spid="_x0000_s1026" style="position:absolute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.35pt,12.65pt" to="448.75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" strokecolor="black [3200]" strokeweight=".5pt">
                <v:stroke joinstyle="miter"/>
              </v:line>
            </w:pict>
          </mc:Fallback>
        </mc:AlternateContent>
      </w:r>
    </w:p>
    <w:p w:rsidR="007D5B82" w:rsidRDefault="007D5B82">
      <w:r w:rsidRPr="00CC0520">
        <w:rPr>
          <w:b/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76B5A33E" wp14:editId="31447308">
                <wp:simplePos x="0" y="0"/>
                <wp:positionH relativeFrom="column">
                  <wp:posOffset>3176905</wp:posOffset>
                </wp:positionH>
                <wp:positionV relativeFrom="paragraph">
                  <wp:posOffset>8255</wp:posOffset>
                </wp:positionV>
                <wp:extent cx="2894330" cy="579120"/>
                <wp:effectExtent l="0" t="0" r="1270" b="0"/>
                <wp:wrapSquare wrapText="bothSides"/>
                <wp:docPr id="217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94330" cy="579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D5B82" w:rsidRDefault="007D5B82" w:rsidP="00A266A6">
                            <w:pPr>
                              <w:jc w:val="right"/>
                            </w:pPr>
                            <w:r w:rsidRPr="00CA7BE3">
                              <w:rPr>
                                <w:b/>
                                <w:u w:val="single"/>
                              </w:rPr>
                              <w:t>Tárgy</w:t>
                            </w:r>
                            <w:r w:rsidRPr="00CA7BE3">
                              <w:rPr>
                                <w:b/>
                              </w:rPr>
                              <w:t>:</w:t>
                            </w:r>
                            <w:r w:rsidR="00717670">
                              <w:rPr>
                                <w:b/>
                              </w:rPr>
                              <w:t xml:space="preserve"> </w:t>
                            </w:r>
                            <w:r w:rsidR="00717670" w:rsidRPr="00717670">
                              <w:t>elvi döntés</w:t>
                            </w:r>
                            <w:r w:rsidRPr="00CA7BE3">
                              <w:t xml:space="preserve"> </w:t>
                            </w:r>
                            <w:bookmarkStart w:id="0" w:name="_Hlk219184669"/>
                            <w:r w:rsidR="007603E3">
                              <w:t xml:space="preserve">Külső Budai úti </w:t>
                            </w:r>
                            <w:r w:rsidR="00873464">
                              <w:t>posta további működésé</w:t>
                            </w:r>
                            <w:r w:rsidR="00717670">
                              <w:t>ről</w:t>
                            </w:r>
                          </w:p>
                          <w:bookmarkEnd w:id="0"/>
                          <w:p w:rsidR="00A266A6" w:rsidRDefault="00A266A6" w:rsidP="00A266A6">
                            <w:pPr>
                              <w:jc w:val="right"/>
                            </w:pPr>
                          </w:p>
                          <w:p w:rsidR="007D5B82" w:rsidRPr="00CA7BE3" w:rsidRDefault="007D5B82" w:rsidP="00001A2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6B5A33E" id="_x0000_t202" coordsize="21600,21600" o:spt="202" path="m,l,21600r21600,l21600,xe">
                <v:stroke joinstyle="miter"/>
                <v:path gradientshapeok="t" o:connecttype="rect"/>
              </v:shapetype>
              <v:shape id="Szövegdoboz 2" o:spid="_x0000_s1027" type="#_x0000_t202" style="position:absolute;margin-left:250.15pt;margin-top:.65pt;width:227.9pt;height:45.6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" stroked="f">
                <v:textbox>
                  <w:txbxContent>
                    <w:p w:rsidR="007D5B82" w:rsidRDefault="007D5B82" w:rsidP="00A266A6">
                      <w:pPr>
                        <w:jc w:val="right"/>
                      </w:pPr>
                      <w:r w:rsidRPr="00CA7BE3">
                        <w:rPr>
                          <w:b/>
                          <w:u w:val="single"/>
                        </w:rPr>
                        <w:t>Tárgy</w:t>
                      </w:r>
                      <w:r w:rsidRPr="00CA7BE3">
                        <w:rPr>
                          <w:b/>
                        </w:rPr>
                        <w:t>:</w:t>
                      </w:r>
                      <w:r w:rsidR="00717670">
                        <w:rPr>
                          <w:b/>
                        </w:rPr>
                        <w:t xml:space="preserve"> </w:t>
                      </w:r>
                      <w:r w:rsidR="00717670" w:rsidRPr="00717670">
                        <w:t>elvi döntés</w:t>
                      </w:r>
                      <w:r w:rsidRPr="00CA7BE3">
                        <w:t xml:space="preserve"> </w:t>
                      </w:r>
                      <w:bookmarkStart w:id="1" w:name="_Hlk219184669"/>
                      <w:r w:rsidR="007603E3">
                        <w:t xml:space="preserve">Külső Budai úti </w:t>
                      </w:r>
                      <w:r w:rsidR="00873464">
                        <w:t>posta további működésé</w:t>
                      </w:r>
                      <w:r w:rsidR="00717670">
                        <w:t>ről</w:t>
                      </w:r>
                    </w:p>
                    <w:bookmarkEnd w:id="1"/>
                    <w:p w:rsidR="00A266A6" w:rsidRDefault="00A266A6" w:rsidP="00A266A6">
                      <w:pPr>
                        <w:jc w:val="right"/>
                      </w:pPr>
                    </w:p>
                    <w:p w:rsidR="007D5B82" w:rsidRPr="00CA7BE3" w:rsidRDefault="007D5B82" w:rsidP="00001A25">
                      <w:pPr>
                        <w:jc w:val="center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7D5B82" w:rsidRPr="00A266A6" w:rsidRDefault="007D5B82" w:rsidP="007D5B82">
      <w:pPr>
        <w:tabs>
          <w:tab w:val="left" w:pos="5245"/>
        </w:tabs>
        <w:rPr>
          <w:sz w:val="22"/>
        </w:rPr>
      </w:pPr>
      <w:r w:rsidRPr="00A266A6">
        <w:rPr>
          <w:b/>
          <w:sz w:val="22"/>
        </w:rPr>
        <w:t xml:space="preserve">Ügyiratszám: </w:t>
      </w:r>
      <w:r w:rsidRPr="00A266A6">
        <w:rPr>
          <w:sz w:val="22"/>
        </w:rPr>
        <w:t>C</w:t>
      </w:r>
      <w:r w:rsidR="00310FD6">
        <w:rPr>
          <w:sz w:val="22"/>
        </w:rPr>
        <w:t>/17040</w:t>
      </w:r>
      <w:r w:rsidR="00F44323" w:rsidRPr="00A266A6">
        <w:rPr>
          <w:sz w:val="22"/>
        </w:rPr>
        <w:t>/2026</w:t>
      </w:r>
      <w:r w:rsidRPr="00A266A6">
        <w:rPr>
          <w:sz w:val="22"/>
        </w:rPr>
        <w:t xml:space="preserve"> </w:t>
      </w:r>
    </w:p>
    <w:p w:rsidR="007D5B82" w:rsidRPr="00A266A6" w:rsidRDefault="007D5B82" w:rsidP="007D5B82">
      <w:pPr>
        <w:tabs>
          <w:tab w:val="left" w:pos="5954"/>
        </w:tabs>
        <w:rPr>
          <w:sz w:val="22"/>
        </w:rPr>
      </w:pPr>
      <w:r w:rsidRPr="00A266A6">
        <w:rPr>
          <w:b/>
          <w:sz w:val="22"/>
        </w:rPr>
        <w:t>Előterjesztő</w:t>
      </w:r>
      <w:r w:rsidRPr="00A266A6">
        <w:rPr>
          <w:sz w:val="22"/>
        </w:rPr>
        <w:t xml:space="preserve">: Dr. Csáky András polgármester                                                                                                                                                                                                               </w:t>
      </w:r>
      <w:r w:rsidRPr="00A266A6">
        <w:rPr>
          <w:b/>
          <w:sz w:val="22"/>
        </w:rPr>
        <w:t>Szakmai előterjesztő:</w:t>
      </w:r>
      <w:r w:rsidRPr="00A266A6">
        <w:rPr>
          <w:sz w:val="22"/>
        </w:rPr>
        <w:t xml:space="preserve"> dr. Nagy Gergely jogi referens</w:t>
      </w:r>
    </w:p>
    <w:p w:rsidR="007D5B82" w:rsidRPr="00A266A6" w:rsidRDefault="007D5B82" w:rsidP="007D5B82">
      <w:pPr>
        <w:tabs>
          <w:tab w:val="left" w:pos="7020"/>
          <w:tab w:val="left" w:pos="7200"/>
        </w:tabs>
        <w:rPr>
          <w:sz w:val="22"/>
        </w:rPr>
      </w:pPr>
      <w:r w:rsidRPr="00A266A6">
        <w:rPr>
          <w:sz w:val="22"/>
        </w:rPr>
        <w:t xml:space="preserve">                                      </w:t>
      </w:r>
    </w:p>
    <w:p w:rsidR="007D5B82" w:rsidRPr="00A266A6" w:rsidRDefault="007D5B82" w:rsidP="007D5B82">
      <w:pPr>
        <w:jc w:val="center"/>
        <w:outlineLvl w:val="0"/>
        <w:rPr>
          <w:b/>
          <w:sz w:val="22"/>
        </w:rPr>
      </w:pPr>
    </w:p>
    <w:p w:rsidR="007D5B82" w:rsidRDefault="007D5B82" w:rsidP="007D5B82">
      <w:pPr>
        <w:jc w:val="center"/>
        <w:outlineLvl w:val="0"/>
        <w:rPr>
          <w:b/>
        </w:rPr>
      </w:pPr>
    </w:p>
    <w:p w:rsidR="007D5B82" w:rsidRDefault="007D5B82" w:rsidP="004A34D2">
      <w:pPr>
        <w:outlineLvl w:val="0"/>
        <w:rPr>
          <w:b/>
        </w:rPr>
      </w:pPr>
    </w:p>
    <w:p w:rsidR="007D5B82" w:rsidRDefault="007D5B82" w:rsidP="007D5B82">
      <w:pPr>
        <w:jc w:val="center"/>
        <w:outlineLvl w:val="0"/>
        <w:rPr>
          <w:b/>
        </w:rPr>
      </w:pPr>
    </w:p>
    <w:p w:rsidR="007D5B82" w:rsidRDefault="007D5B82" w:rsidP="007D5B82">
      <w:pPr>
        <w:jc w:val="center"/>
        <w:outlineLvl w:val="0"/>
        <w:rPr>
          <w:b/>
        </w:rPr>
      </w:pPr>
      <w:r w:rsidRPr="00CC0520">
        <w:rPr>
          <w:b/>
        </w:rPr>
        <w:t>ELŐTERJESZTÉS</w:t>
      </w:r>
    </w:p>
    <w:p w:rsidR="00713298" w:rsidRPr="00CC0520" w:rsidRDefault="00713298" w:rsidP="007D5B82">
      <w:pPr>
        <w:jc w:val="center"/>
        <w:outlineLvl w:val="0"/>
        <w:rPr>
          <w:b/>
        </w:rPr>
      </w:pPr>
    </w:p>
    <w:p w:rsidR="007D5B82" w:rsidRPr="00CC0520" w:rsidRDefault="007D5B82" w:rsidP="007D5B82">
      <w:pPr>
        <w:jc w:val="center"/>
        <w:outlineLvl w:val="0"/>
        <w:rPr>
          <w:b/>
        </w:rPr>
      </w:pPr>
      <w:r w:rsidRPr="00CC0520">
        <w:rPr>
          <w:b/>
        </w:rPr>
        <w:t>a Képviselő-testület 202</w:t>
      </w:r>
      <w:r w:rsidR="00CA0CCE">
        <w:rPr>
          <w:b/>
        </w:rPr>
        <w:t>6</w:t>
      </w:r>
      <w:r w:rsidRPr="00CC0520">
        <w:rPr>
          <w:b/>
        </w:rPr>
        <w:t xml:space="preserve">. </w:t>
      </w:r>
      <w:r w:rsidR="00873464">
        <w:rPr>
          <w:b/>
        </w:rPr>
        <w:t>február</w:t>
      </w:r>
      <w:r>
        <w:rPr>
          <w:b/>
        </w:rPr>
        <w:t xml:space="preserve"> </w:t>
      </w:r>
      <w:r w:rsidR="00873464">
        <w:rPr>
          <w:b/>
        </w:rPr>
        <w:t>1</w:t>
      </w:r>
      <w:r w:rsidR="00CA0CCE">
        <w:rPr>
          <w:b/>
        </w:rPr>
        <w:t>2</w:t>
      </w:r>
      <w:r>
        <w:rPr>
          <w:b/>
        </w:rPr>
        <w:t>-</w:t>
      </w:r>
      <w:r w:rsidR="00CA0CCE">
        <w:rPr>
          <w:b/>
        </w:rPr>
        <w:t>e</w:t>
      </w:r>
      <w:r>
        <w:rPr>
          <w:b/>
        </w:rPr>
        <w:t>i</w:t>
      </w:r>
      <w:r w:rsidRPr="00CC0520">
        <w:rPr>
          <w:b/>
        </w:rPr>
        <w:t xml:space="preserve"> ülésére</w:t>
      </w:r>
    </w:p>
    <w:p w:rsidR="007D5B82" w:rsidRPr="00CC0520" w:rsidRDefault="007D5B82" w:rsidP="007D5B82">
      <w:pPr>
        <w:jc w:val="center"/>
        <w:outlineLvl w:val="0"/>
        <w:rPr>
          <w:b/>
        </w:rPr>
      </w:pPr>
      <w:r w:rsidRPr="00CC0520">
        <w:rPr>
          <w:b/>
        </w:rPr>
        <w:t>Tisztelt Képviselő-testület!</w:t>
      </w:r>
    </w:p>
    <w:p w:rsidR="008020CF" w:rsidRDefault="007D5B82" w:rsidP="00873464">
      <w:pPr>
        <w:jc w:val="both"/>
        <w:outlineLvl w:val="0"/>
      </w:pPr>
      <w:r w:rsidRPr="00CC0520">
        <w:rPr>
          <w:b/>
        </w:rPr>
        <w:t xml:space="preserve">                                                                                                                 </w:t>
      </w:r>
      <w:r w:rsidRPr="00CC0520">
        <w:t xml:space="preserve">                                                           </w:t>
      </w:r>
    </w:p>
    <w:p w:rsidR="003C3A4F" w:rsidRDefault="004151C9" w:rsidP="00AC02F8">
      <w:pPr>
        <w:jc w:val="both"/>
        <w:outlineLvl w:val="0"/>
        <w:rPr>
          <w:sz w:val="23"/>
          <w:szCs w:val="23"/>
        </w:rPr>
      </w:pPr>
      <w:bookmarkStart w:id="2" w:name="_Hlk221004716"/>
      <w:r>
        <w:t xml:space="preserve">Cegléd Város Önkormányzat Képviselő-testületének </w:t>
      </w:r>
      <w:r w:rsidR="009F744B">
        <w:rPr>
          <w:sz w:val="23"/>
          <w:szCs w:val="23"/>
        </w:rPr>
        <w:t>417</w:t>
      </w:r>
      <w:r w:rsidRPr="004151C9">
        <w:rPr>
          <w:sz w:val="23"/>
          <w:szCs w:val="23"/>
        </w:rPr>
        <w:t>/2022.</w:t>
      </w:r>
      <w:r w:rsidR="002507DF">
        <w:rPr>
          <w:sz w:val="23"/>
          <w:szCs w:val="23"/>
        </w:rPr>
        <w:t xml:space="preserve"> </w:t>
      </w:r>
      <w:r w:rsidRPr="004151C9">
        <w:rPr>
          <w:sz w:val="23"/>
          <w:szCs w:val="23"/>
        </w:rPr>
        <w:t>(XI</w:t>
      </w:r>
      <w:r w:rsidR="009F744B">
        <w:rPr>
          <w:sz w:val="23"/>
          <w:szCs w:val="23"/>
        </w:rPr>
        <w:t>I</w:t>
      </w:r>
      <w:r w:rsidRPr="004151C9">
        <w:rPr>
          <w:sz w:val="23"/>
          <w:szCs w:val="23"/>
        </w:rPr>
        <w:t xml:space="preserve">. </w:t>
      </w:r>
      <w:r w:rsidR="009F744B">
        <w:rPr>
          <w:sz w:val="23"/>
          <w:szCs w:val="23"/>
        </w:rPr>
        <w:t>15</w:t>
      </w:r>
      <w:r w:rsidRPr="004151C9">
        <w:rPr>
          <w:sz w:val="23"/>
          <w:szCs w:val="23"/>
        </w:rPr>
        <w:t xml:space="preserve">.) </w:t>
      </w:r>
      <w:proofErr w:type="spellStart"/>
      <w:r w:rsidRPr="004151C9">
        <w:rPr>
          <w:sz w:val="23"/>
          <w:szCs w:val="23"/>
        </w:rPr>
        <w:t>Ök</w:t>
      </w:r>
      <w:proofErr w:type="spellEnd"/>
      <w:r w:rsidRPr="004151C9">
        <w:rPr>
          <w:sz w:val="23"/>
          <w:szCs w:val="23"/>
        </w:rPr>
        <w:t>. határozatával</w:t>
      </w:r>
      <w:r>
        <w:rPr>
          <w:sz w:val="23"/>
          <w:szCs w:val="23"/>
        </w:rPr>
        <w:t xml:space="preserve"> döntött a </w:t>
      </w:r>
      <w:r w:rsidR="00534DCC">
        <w:rPr>
          <w:sz w:val="23"/>
          <w:szCs w:val="23"/>
        </w:rPr>
        <w:t>Külső Budai út postájának („Cegléd 5 - Budai út</w:t>
      </w:r>
      <w:r w:rsidR="00642243">
        <w:rPr>
          <w:sz w:val="23"/>
          <w:szCs w:val="23"/>
        </w:rPr>
        <w:t>i Posta</w:t>
      </w:r>
      <w:r w:rsidR="00534DCC">
        <w:rPr>
          <w:sz w:val="23"/>
          <w:szCs w:val="23"/>
        </w:rPr>
        <w:t xml:space="preserve"> kirendeltség”) újra nyitásáról, valamint ezzel egyidejűleg</w:t>
      </w:r>
      <w:r w:rsidR="00CA0422">
        <w:rPr>
          <w:sz w:val="23"/>
          <w:szCs w:val="23"/>
        </w:rPr>
        <w:t xml:space="preserve"> döntött,</w:t>
      </w:r>
      <w:r w:rsidR="00534DCC">
        <w:rPr>
          <w:sz w:val="23"/>
          <w:szCs w:val="23"/>
        </w:rPr>
        <w:t xml:space="preserve"> Önként vállalt feladatként a működési költségek 50%-ban biztosítás</w:t>
      </w:r>
      <w:r w:rsidR="00CA0422">
        <w:rPr>
          <w:sz w:val="23"/>
          <w:szCs w:val="23"/>
        </w:rPr>
        <w:t>áról</w:t>
      </w:r>
      <w:r w:rsidR="00534DCC">
        <w:rPr>
          <w:sz w:val="23"/>
          <w:szCs w:val="23"/>
        </w:rPr>
        <w:t xml:space="preserve"> 2023. január 1-től 2026. április 30-ig.</w:t>
      </w:r>
      <w:r w:rsidR="00642243">
        <w:rPr>
          <w:sz w:val="23"/>
          <w:szCs w:val="23"/>
        </w:rPr>
        <w:t xml:space="preserve"> A</w:t>
      </w:r>
      <w:r w:rsidR="000C0252">
        <w:rPr>
          <w:sz w:val="23"/>
          <w:szCs w:val="23"/>
        </w:rPr>
        <w:t xml:space="preserve"> kihelyezett posta éves szolgáltatási díja a szerződés megkötésekor 2 762 000 Ft volt, amely</w:t>
      </w:r>
      <w:r w:rsidR="00534DCC">
        <w:rPr>
          <w:sz w:val="23"/>
          <w:szCs w:val="23"/>
        </w:rPr>
        <w:t xml:space="preserve"> költség évenként a KSH által közzétett </w:t>
      </w:r>
      <w:r w:rsidR="000C0252">
        <w:rPr>
          <w:sz w:val="23"/>
          <w:szCs w:val="23"/>
        </w:rPr>
        <w:t xml:space="preserve">éves </w:t>
      </w:r>
      <w:r w:rsidR="00534DCC">
        <w:rPr>
          <w:sz w:val="23"/>
          <w:szCs w:val="23"/>
        </w:rPr>
        <w:t>infláció</w:t>
      </w:r>
      <w:r w:rsidR="000C0252">
        <w:rPr>
          <w:sz w:val="23"/>
          <w:szCs w:val="23"/>
        </w:rPr>
        <w:t>s adat</w:t>
      </w:r>
      <w:r w:rsidR="00534DCC">
        <w:rPr>
          <w:sz w:val="23"/>
          <w:szCs w:val="23"/>
        </w:rPr>
        <w:t xml:space="preserve"> mértékével emelkedett.</w:t>
      </w:r>
    </w:p>
    <w:p w:rsidR="00534DCC" w:rsidRDefault="00534DCC" w:rsidP="00AC02F8">
      <w:pPr>
        <w:jc w:val="both"/>
        <w:outlineLvl w:val="0"/>
      </w:pPr>
      <w:r>
        <w:t xml:space="preserve">A fenti </w:t>
      </w:r>
      <w:proofErr w:type="spellStart"/>
      <w:r>
        <w:t>Ök</w:t>
      </w:r>
      <w:proofErr w:type="spellEnd"/>
      <w:r>
        <w:t>. határozat alapján Cegléd</w:t>
      </w:r>
      <w:r w:rsidR="009F744B">
        <w:t xml:space="preserve"> Város</w:t>
      </w:r>
      <w:r>
        <w:t xml:space="preserve"> Önkormányzat</w:t>
      </w:r>
      <w:r w:rsidR="009F744B">
        <w:t>a</w:t>
      </w:r>
      <w:r>
        <w:t xml:space="preserve"> szerződést kötött a Magyar Posta Zrt-vel a Külső Budai úti posta működtetéséről.</w:t>
      </w:r>
    </w:p>
    <w:p w:rsidR="00534DCC" w:rsidRDefault="00CA0422" w:rsidP="00AC02F8">
      <w:pPr>
        <w:jc w:val="both"/>
        <w:outlineLvl w:val="0"/>
      </w:pPr>
      <w:r>
        <w:t xml:space="preserve">A szerződés a Budai úti Posta működését </w:t>
      </w:r>
      <w:r w:rsidR="00534DCC">
        <w:t>2026. április 30</w:t>
      </w:r>
      <w:r>
        <w:t>-ig biztosítja, ezért a további</w:t>
      </w:r>
      <w:r w:rsidR="00534DCC">
        <w:t xml:space="preserve"> működésének biztosításához új szerződés megkötése szükséges a Magyar Posta Zrt-vel.</w:t>
      </w:r>
    </w:p>
    <w:p w:rsidR="00713FFE" w:rsidRDefault="00713FFE" w:rsidP="00AC02F8">
      <w:pPr>
        <w:jc w:val="both"/>
        <w:outlineLvl w:val="0"/>
      </w:pPr>
      <w:r>
        <w:t>Cegléd Város Önkormányzata 2026. évi költségvetésében az önként vállalt feladat ellátásához a fedezet a jelenleg hatályos szerződés szerinti mértékben rendelkezésre fog állni.</w:t>
      </w:r>
    </w:p>
    <w:bookmarkEnd w:id="2"/>
    <w:p w:rsidR="009467D3" w:rsidRDefault="009467D3" w:rsidP="007D5B82">
      <w:pPr>
        <w:jc w:val="both"/>
        <w:outlineLvl w:val="0"/>
      </w:pPr>
    </w:p>
    <w:p w:rsidR="00534CCB" w:rsidRDefault="00534CCB" w:rsidP="007D5B82">
      <w:pPr>
        <w:jc w:val="both"/>
        <w:rPr>
          <w:sz w:val="23"/>
          <w:szCs w:val="23"/>
        </w:rPr>
      </w:pPr>
    </w:p>
    <w:p w:rsidR="00534CCB" w:rsidRPr="00534CCB" w:rsidRDefault="00534CCB" w:rsidP="007D5B82">
      <w:pPr>
        <w:jc w:val="both"/>
        <w:rPr>
          <w:sz w:val="23"/>
          <w:szCs w:val="23"/>
        </w:rPr>
      </w:pPr>
      <w:r w:rsidRPr="00534CCB">
        <w:t xml:space="preserve">22/2024. (XI.12.) </w:t>
      </w:r>
      <w:proofErr w:type="spellStart"/>
      <w:r w:rsidRPr="00534CCB">
        <w:t>Ök</w:t>
      </w:r>
      <w:proofErr w:type="spellEnd"/>
      <w:r w:rsidRPr="00534CCB">
        <w:t>. rendelet (SzMSz) 2. melléklete az Önként vállalt feladatokról:</w:t>
      </w:r>
    </w:p>
    <w:p w:rsidR="007D5B82" w:rsidRDefault="00534CCB" w:rsidP="007D5B82">
      <w:pPr>
        <w:jc w:val="both"/>
        <w:rPr>
          <w:sz w:val="23"/>
          <w:szCs w:val="23"/>
        </w:rPr>
      </w:pPr>
      <w:r>
        <w:rPr>
          <w:sz w:val="23"/>
          <w:szCs w:val="23"/>
        </w:rPr>
        <w:t>„</w:t>
      </w:r>
      <w:r w:rsidRPr="00534CCB">
        <w:rPr>
          <w:i/>
          <w:sz w:val="23"/>
          <w:szCs w:val="23"/>
        </w:rPr>
        <w:t>2.31. Postai szolgáltató hely, a Cegléd 5 Budai úti kirendeltség szolgáltatásának városi igénybevétele, a postahely szüneteltetésének megszűntetése érdekében</w:t>
      </w:r>
      <w:r>
        <w:rPr>
          <w:sz w:val="23"/>
          <w:szCs w:val="23"/>
        </w:rPr>
        <w:t>”</w:t>
      </w:r>
    </w:p>
    <w:p w:rsidR="00534CCB" w:rsidRDefault="00534CCB" w:rsidP="007D5B82">
      <w:pPr>
        <w:jc w:val="both"/>
      </w:pPr>
    </w:p>
    <w:p w:rsidR="007D5B82" w:rsidRPr="00CC0520" w:rsidRDefault="007D5B82" w:rsidP="007D5B82">
      <w:pPr>
        <w:jc w:val="both"/>
      </w:pPr>
      <w:r w:rsidRPr="00CC0520">
        <w:t xml:space="preserve">Jelen előterjesztést </w:t>
      </w:r>
      <w:r w:rsidRPr="00CC0520">
        <w:rPr>
          <w:b/>
        </w:rPr>
        <w:t>a Gazdasági Bizottság</w:t>
      </w:r>
      <w:r>
        <w:rPr>
          <w:b/>
        </w:rPr>
        <w:t xml:space="preserve"> </w:t>
      </w:r>
      <w:r w:rsidRPr="00CC0520">
        <w:t>tárgyalja. A Bizottság véleménye – jegyzőkönyvi kivonat formájában – a Képviselő-testület ülésén, helyben osztott anyagként kerül ismertetésre.</w:t>
      </w:r>
      <w:r w:rsidR="00534CCB">
        <w:br/>
      </w:r>
    </w:p>
    <w:p w:rsidR="007D5B82" w:rsidRPr="00CC0520" w:rsidRDefault="007D5B82" w:rsidP="007D5B82">
      <w:pPr>
        <w:jc w:val="both"/>
        <w:rPr>
          <w:i/>
        </w:rPr>
      </w:pPr>
      <w:r w:rsidRPr="00CC0520">
        <w:rPr>
          <w:i/>
        </w:rPr>
        <w:t xml:space="preserve">A Magyarország helyi önkormányzatairól szóló 2011. évi CLXXXIX. törvény 46. § (1) bekezdésére figyelemmel </w:t>
      </w:r>
      <w:r w:rsidRPr="00CC0520">
        <w:rPr>
          <w:b/>
          <w:i/>
          <w:u w:val="single"/>
        </w:rPr>
        <w:t>nyilvános</w:t>
      </w:r>
      <w:r w:rsidRPr="00CC0520">
        <w:rPr>
          <w:i/>
        </w:rPr>
        <w:t xml:space="preserve"> ülés keretében</w:t>
      </w:r>
      <w:r w:rsidR="00EB11AF">
        <w:rPr>
          <w:i/>
        </w:rPr>
        <w:t xml:space="preserve"> az 50. §</w:t>
      </w:r>
      <w:r w:rsidR="00BB6690">
        <w:rPr>
          <w:i/>
        </w:rPr>
        <w:t xml:space="preserve"> rendelkezései alapján</w:t>
      </w:r>
      <w:r w:rsidRPr="00CC0520">
        <w:rPr>
          <w:i/>
        </w:rPr>
        <w:t xml:space="preserve">, </w:t>
      </w:r>
      <w:r w:rsidR="00BB6690">
        <w:rPr>
          <w:i/>
        </w:rPr>
        <w:t>-figyelemmel a</w:t>
      </w:r>
      <w:r w:rsidRPr="00CC0520">
        <w:rPr>
          <w:i/>
        </w:rPr>
        <w:t xml:space="preserve"> </w:t>
      </w:r>
      <w:r>
        <w:rPr>
          <w:i/>
        </w:rPr>
        <w:t>22</w:t>
      </w:r>
      <w:r w:rsidRPr="00CC0520">
        <w:rPr>
          <w:i/>
        </w:rPr>
        <w:t>/20</w:t>
      </w:r>
      <w:r>
        <w:rPr>
          <w:i/>
        </w:rPr>
        <w:t>2</w:t>
      </w:r>
      <w:r w:rsidRPr="00CC0520">
        <w:rPr>
          <w:i/>
        </w:rPr>
        <w:t>4. (XI.</w:t>
      </w:r>
      <w:r>
        <w:rPr>
          <w:i/>
        </w:rPr>
        <w:t>12</w:t>
      </w:r>
      <w:r w:rsidRPr="00CC0520">
        <w:rPr>
          <w:i/>
        </w:rPr>
        <w:t xml:space="preserve">.) </w:t>
      </w:r>
      <w:proofErr w:type="spellStart"/>
      <w:r w:rsidRPr="00CC0520">
        <w:rPr>
          <w:i/>
        </w:rPr>
        <w:t>Ök</w:t>
      </w:r>
      <w:proofErr w:type="spellEnd"/>
      <w:r w:rsidRPr="00CC0520">
        <w:rPr>
          <w:i/>
        </w:rPr>
        <w:t xml:space="preserve">. rendelet (SzMSz) </w:t>
      </w:r>
      <w:r>
        <w:rPr>
          <w:i/>
        </w:rPr>
        <w:t>5</w:t>
      </w:r>
      <w:r w:rsidR="00BB6690">
        <w:rPr>
          <w:i/>
        </w:rPr>
        <w:t>9</w:t>
      </w:r>
      <w:r>
        <w:rPr>
          <w:i/>
        </w:rPr>
        <w:t>.</w:t>
      </w:r>
      <w:r w:rsidRPr="00CC0520">
        <w:rPr>
          <w:i/>
        </w:rPr>
        <w:t xml:space="preserve"> § </w:t>
      </w:r>
      <w:r w:rsidR="00BB6690">
        <w:rPr>
          <w:i/>
        </w:rPr>
        <w:t xml:space="preserve">rendelkezésekre </w:t>
      </w:r>
      <w:r w:rsidR="00534CCB">
        <w:rPr>
          <w:i/>
        </w:rPr>
        <w:t>–</w:t>
      </w:r>
      <w:r w:rsidR="00BB6690">
        <w:rPr>
          <w:i/>
        </w:rPr>
        <w:t xml:space="preserve"> </w:t>
      </w:r>
      <w:r w:rsidR="00534CCB">
        <w:rPr>
          <w:b/>
          <w:i/>
          <w:u w:val="single"/>
        </w:rPr>
        <w:t>egyszerű</w:t>
      </w:r>
      <w:r w:rsidRPr="00CC0520">
        <w:rPr>
          <w:b/>
          <w:i/>
          <w:u w:val="single"/>
        </w:rPr>
        <w:t xml:space="preserve"> </w:t>
      </w:r>
      <w:r w:rsidRPr="00BB6690">
        <w:rPr>
          <w:i/>
        </w:rPr>
        <w:t>szótöbbség</w:t>
      </w:r>
      <w:r w:rsidRPr="00CC0520">
        <w:rPr>
          <w:i/>
        </w:rPr>
        <w:t xml:space="preserve"> szükséges a jelen előterjesztéssel kapcsolatos döntéshozatalhoz.</w:t>
      </w:r>
    </w:p>
    <w:p w:rsidR="007D5B82" w:rsidRDefault="007D5B82" w:rsidP="007D5B82">
      <w:pPr>
        <w:tabs>
          <w:tab w:val="left" w:pos="8280"/>
        </w:tabs>
        <w:outlineLvl w:val="0"/>
      </w:pPr>
    </w:p>
    <w:p w:rsidR="007D5B82" w:rsidRDefault="007D5B82" w:rsidP="007D5B82">
      <w:pPr>
        <w:tabs>
          <w:tab w:val="left" w:pos="8280"/>
        </w:tabs>
        <w:outlineLvl w:val="0"/>
      </w:pPr>
      <w:r w:rsidRPr="00CC0520">
        <w:t xml:space="preserve">Cegléd, </w:t>
      </w:r>
      <w:r>
        <w:t>202</w:t>
      </w:r>
      <w:r w:rsidR="00274A2E">
        <w:t>6</w:t>
      </w:r>
      <w:r>
        <w:t xml:space="preserve">. </w:t>
      </w:r>
      <w:r w:rsidR="00534DCC">
        <w:t>február</w:t>
      </w:r>
      <w:r>
        <w:t xml:space="preserve"> </w:t>
      </w:r>
      <w:r w:rsidR="00534DCC">
        <w:t>0</w:t>
      </w:r>
      <w:r w:rsidR="00274A2E">
        <w:t>2</w:t>
      </w:r>
      <w:r>
        <w:t>.</w:t>
      </w:r>
    </w:p>
    <w:p w:rsidR="007D5B82" w:rsidRDefault="007D5B82" w:rsidP="007D5B82">
      <w:pPr>
        <w:tabs>
          <w:tab w:val="left" w:pos="8280"/>
        </w:tabs>
        <w:outlineLvl w:val="0"/>
      </w:pPr>
    </w:p>
    <w:p w:rsidR="007D5B82" w:rsidRPr="00CC0520" w:rsidRDefault="007D5B82" w:rsidP="007D5B82">
      <w:pPr>
        <w:ind w:left="5664" w:right="-1"/>
        <w:jc w:val="center"/>
      </w:pPr>
      <w:r w:rsidRPr="00CC0520">
        <w:t>dr. Csáky András</w:t>
      </w:r>
    </w:p>
    <w:p w:rsidR="007D5B82" w:rsidRPr="00CC0520" w:rsidRDefault="007D5B82" w:rsidP="007D5B82">
      <w:pPr>
        <w:ind w:left="5664" w:right="-1"/>
        <w:jc w:val="center"/>
      </w:pPr>
      <w:r w:rsidRPr="00CC0520">
        <w:t>polgármester</w:t>
      </w:r>
    </w:p>
    <w:p w:rsidR="007D5B82" w:rsidRDefault="007D5B82" w:rsidP="007D5B82">
      <w:pPr>
        <w:jc w:val="center"/>
        <w:rPr>
          <w:b/>
        </w:rPr>
      </w:pPr>
    </w:p>
    <w:p w:rsidR="00863078" w:rsidRDefault="00863078">
      <w:pPr>
        <w:rPr>
          <w:b/>
          <w:sz w:val="23"/>
          <w:szCs w:val="23"/>
        </w:rPr>
      </w:pPr>
      <w:r>
        <w:rPr>
          <w:b/>
          <w:sz w:val="23"/>
          <w:szCs w:val="23"/>
        </w:rPr>
        <w:br w:type="page"/>
      </w:r>
    </w:p>
    <w:p w:rsidR="00534DCC" w:rsidRDefault="00534DCC" w:rsidP="00534DCC">
      <w:pPr>
        <w:widowControl w:val="0"/>
        <w:ind w:right="98"/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lastRenderedPageBreak/>
        <w:t>„A” Határozati javaslat:</w:t>
      </w:r>
    </w:p>
    <w:p w:rsidR="00534DCC" w:rsidRDefault="00534DCC" w:rsidP="00534DCC">
      <w:pPr>
        <w:widowControl w:val="0"/>
        <w:ind w:right="98"/>
        <w:jc w:val="center"/>
        <w:rPr>
          <w:b/>
          <w:sz w:val="23"/>
          <w:szCs w:val="23"/>
        </w:rPr>
      </w:pPr>
    </w:p>
    <w:p w:rsidR="00534DCC" w:rsidRDefault="00534DCC" w:rsidP="00534DCC">
      <w:pPr>
        <w:widowControl w:val="0"/>
        <w:ind w:right="98"/>
        <w:jc w:val="both"/>
        <w:rPr>
          <w:b/>
          <w:sz w:val="23"/>
          <w:szCs w:val="23"/>
          <w:highlight w:val="yellow"/>
        </w:rPr>
      </w:pPr>
      <w:r>
        <w:rPr>
          <w:b/>
          <w:sz w:val="23"/>
          <w:szCs w:val="23"/>
        </w:rPr>
        <w:t>Cegléd Város Önkormányzatának Képviselő-testülete –</w:t>
      </w:r>
    </w:p>
    <w:p w:rsidR="00534DCC" w:rsidRDefault="00175141" w:rsidP="00534DCC">
      <w:pPr>
        <w:widowControl w:val="0"/>
        <w:numPr>
          <w:ilvl w:val="0"/>
          <w:numId w:val="13"/>
        </w:numPr>
        <w:spacing w:before="120"/>
        <w:jc w:val="both"/>
        <w:rPr>
          <w:rFonts w:eastAsia="Calibri"/>
          <w:b/>
          <w:bCs/>
          <w:sz w:val="23"/>
          <w:szCs w:val="23"/>
        </w:rPr>
      </w:pPr>
      <w:r>
        <w:rPr>
          <w:rFonts w:eastAsia="Calibri"/>
          <w:bCs/>
          <w:sz w:val="23"/>
          <w:szCs w:val="23"/>
        </w:rPr>
        <w:t>Szándékát fejezi ki</w:t>
      </w:r>
      <w:r w:rsidR="00534DCC">
        <w:rPr>
          <w:rFonts w:eastAsia="Calibri"/>
          <w:bCs/>
          <w:sz w:val="23"/>
          <w:szCs w:val="23"/>
        </w:rPr>
        <w:t>, hogy</w:t>
      </w:r>
      <w:r w:rsidR="00D739B7">
        <w:rPr>
          <w:rFonts w:eastAsia="Calibri"/>
          <w:bCs/>
          <w:sz w:val="23"/>
          <w:szCs w:val="23"/>
        </w:rPr>
        <w:t xml:space="preserve"> a </w:t>
      </w:r>
      <w:r w:rsidR="00D739B7">
        <w:rPr>
          <w:sz w:val="23"/>
          <w:szCs w:val="23"/>
        </w:rPr>
        <w:t xml:space="preserve">Külső Budai út postájának („Cegléd 5 - Budai út </w:t>
      </w:r>
      <w:r w:rsidR="00642243">
        <w:rPr>
          <w:sz w:val="23"/>
          <w:szCs w:val="23"/>
        </w:rPr>
        <w:t xml:space="preserve">Posta </w:t>
      </w:r>
      <w:r w:rsidR="00D739B7">
        <w:rPr>
          <w:sz w:val="23"/>
          <w:szCs w:val="23"/>
        </w:rPr>
        <w:t>kirendeltség”) működését</w:t>
      </w:r>
      <w:r w:rsidR="009F744B">
        <w:rPr>
          <w:sz w:val="23"/>
          <w:szCs w:val="23"/>
        </w:rPr>
        <w:t xml:space="preserve"> Önként vállalt feladatként</w:t>
      </w:r>
      <w:r w:rsidR="00D739B7">
        <w:rPr>
          <w:sz w:val="23"/>
          <w:szCs w:val="23"/>
        </w:rPr>
        <w:t xml:space="preserve"> 2026. </w:t>
      </w:r>
      <w:r w:rsidR="00F271FB">
        <w:rPr>
          <w:sz w:val="23"/>
          <w:szCs w:val="23"/>
        </w:rPr>
        <w:t>április</w:t>
      </w:r>
      <w:r w:rsidR="00D739B7">
        <w:rPr>
          <w:sz w:val="23"/>
          <w:szCs w:val="23"/>
        </w:rPr>
        <w:t xml:space="preserve"> </w:t>
      </w:r>
      <w:r w:rsidR="00F271FB">
        <w:rPr>
          <w:sz w:val="23"/>
          <w:szCs w:val="23"/>
        </w:rPr>
        <w:t>30. után</w:t>
      </w:r>
      <w:r w:rsidR="00635F49">
        <w:rPr>
          <w:sz w:val="23"/>
          <w:szCs w:val="23"/>
        </w:rPr>
        <w:t xml:space="preserve"> </w:t>
      </w:r>
      <w:r w:rsidR="00D739B7">
        <w:rPr>
          <w:sz w:val="23"/>
          <w:szCs w:val="23"/>
        </w:rPr>
        <w:t>is biztosítani kívánja</w:t>
      </w:r>
      <w:r w:rsidR="00534DCC">
        <w:rPr>
          <w:rFonts w:eastAsia="Calibri"/>
          <w:bCs/>
          <w:sz w:val="23"/>
          <w:szCs w:val="23"/>
        </w:rPr>
        <w:t>.</w:t>
      </w:r>
    </w:p>
    <w:p w:rsidR="00534DCC" w:rsidRDefault="00534DCC" w:rsidP="00534DCC">
      <w:pPr>
        <w:widowControl w:val="0"/>
        <w:numPr>
          <w:ilvl w:val="0"/>
          <w:numId w:val="13"/>
        </w:numPr>
        <w:spacing w:before="120"/>
        <w:ind w:left="709" w:hanging="283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 Felhatalmazza a polgármestert</w:t>
      </w:r>
      <w:r w:rsidR="00717670">
        <w:rPr>
          <w:sz w:val="23"/>
          <w:szCs w:val="23"/>
        </w:rPr>
        <w:t>,</w:t>
      </w:r>
      <w:r>
        <w:rPr>
          <w:sz w:val="23"/>
          <w:szCs w:val="23"/>
        </w:rPr>
        <w:t xml:space="preserve"> </w:t>
      </w:r>
      <w:r w:rsidR="00717670">
        <w:rPr>
          <w:sz w:val="23"/>
          <w:szCs w:val="23"/>
        </w:rPr>
        <w:t>hogy a Magyar Posta Zrt. képviselőjével egyeztető tárgyalásokat folytasson a Cegléd 5-Budai úti Posta Kirendeltség további működtetéséről</w:t>
      </w:r>
      <w:r w:rsidR="00F271FB">
        <w:rPr>
          <w:sz w:val="23"/>
          <w:szCs w:val="23"/>
        </w:rPr>
        <w:t>, a jelenleg hatályos szerződésben a Posta által biztosított szolgáltatások tartalmával megegyezően.</w:t>
      </w:r>
    </w:p>
    <w:p w:rsidR="00534DCC" w:rsidRDefault="00534DCC" w:rsidP="00534DCC">
      <w:pPr>
        <w:widowControl w:val="0"/>
        <w:numPr>
          <w:ilvl w:val="0"/>
          <w:numId w:val="13"/>
        </w:numPr>
        <w:spacing w:before="120"/>
        <w:ind w:left="709" w:hanging="283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Utasítja a Ceglédi Közös Önkormányzati Hivatalt, hogy a szükséges intézkedéseket megtegye és a határozatról az érintetteket értesítse. </w:t>
      </w:r>
    </w:p>
    <w:p w:rsidR="00863078" w:rsidRDefault="00863078" w:rsidP="00D739B7">
      <w:pPr>
        <w:widowControl w:val="0"/>
        <w:tabs>
          <w:tab w:val="right" w:pos="9072"/>
        </w:tabs>
        <w:spacing w:before="120"/>
        <w:ind w:left="4820" w:right="-5" w:hanging="4820"/>
        <w:jc w:val="both"/>
        <w:rPr>
          <w:sz w:val="23"/>
          <w:szCs w:val="23"/>
          <w:u w:val="single"/>
        </w:rPr>
      </w:pPr>
    </w:p>
    <w:p w:rsidR="00534DCC" w:rsidRDefault="00534DCC" w:rsidP="00863078">
      <w:pPr>
        <w:widowControl w:val="0"/>
        <w:tabs>
          <w:tab w:val="right" w:pos="9072"/>
        </w:tabs>
        <w:spacing w:before="120"/>
        <w:ind w:right="-5"/>
        <w:jc w:val="both"/>
        <w:rPr>
          <w:sz w:val="23"/>
          <w:szCs w:val="23"/>
        </w:rPr>
      </w:pPr>
      <w:r>
        <w:rPr>
          <w:sz w:val="23"/>
          <w:szCs w:val="23"/>
          <w:u w:val="single"/>
        </w:rPr>
        <w:t>Határidő</w:t>
      </w:r>
      <w:r>
        <w:rPr>
          <w:sz w:val="23"/>
          <w:szCs w:val="23"/>
        </w:rPr>
        <w:t>: azonnal</w:t>
      </w:r>
      <w:r w:rsidR="00D739B7">
        <w:rPr>
          <w:sz w:val="23"/>
          <w:szCs w:val="23"/>
        </w:rPr>
        <w:t xml:space="preserve"> </w:t>
      </w:r>
      <w:r w:rsidR="00D739B7">
        <w:rPr>
          <w:sz w:val="23"/>
          <w:szCs w:val="23"/>
        </w:rPr>
        <w:tab/>
      </w:r>
      <w:r>
        <w:rPr>
          <w:sz w:val="23"/>
          <w:szCs w:val="23"/>
          <w:u w:val="single"/>
        </w:rPr>
        <w:t>Felelős</w:t>
      </w:r>
      <w:r>
        <w:rPr>
          <w:sz w:val="23"/>
          <w:szCs w:val="23"/>
        </w:rPr>
        <w:t xml:space="preserve">: </w:t>
      </w:r>
      <w:r w:rsidR="00E11B42">
        <w:rPr>
          <w:sz w:val="23"/>
          <w:szCs w:val="23"/>
        </w:rPr>
        <w:t>D</w:t>
      </w:r>
      <w:r>
        <w:rPr>
          <w:sz w:val="23"/>
          <w:szCs w:val="23"/>
        </w:rPr>
        <w:t xml:space="preserve">r. </w:t>
      </w:r>
      <w:r w:rsidR="00E11B42">
        <w:rPr>
          <w:sz w:val="23"/>
          <w:szCs w:val="23"/>
        </w:rPr>
        <w:t>Csáky András polgármester</w:t>
      </w:r>
    </w:p>
    <w:p w:rsidR="00534DCC" w:rsidRDefault="00534DCC" w:rsidP="00534DCC">
      <w:pPr>
        <w:widowControl w:val="0"/>
        <w:ind w:right="98"/>
        <w:jc w:val="both"/>
        <w:rPr>
          <w:b/>
          <w:sz w:val="23"/>
          <w:szCs w:val="23"/>
        </w:rPr>
      </w:pPr>
    </w:p>
    <w:p w:rsidR="00534DCC" w:rsidRDefault="00534DCC" w:rsidP="00534DCC">
      <w:pPr>
        <w:widowControl w:val="0"/>
        <w:ind w:right="98"/>
        <w:jc w:val="center"/>
        <w:rPr>
          <w:b/>
        </w:rPr>
      </w:pPr>
      <w:r>
        <w:rPr>
          <w:b/>
        </w:rPr>
        <w:t>----------</w:t>
      </w:r>
    </w:p>
    <w:p w:rsidR="00534DCC" w:rsidRDefault="00534DCC" w:rsidP="00534DCC">
      <w:pPr>
        <w:widowControl w:val="0"/>
        <w:spacing w:before="120"/>
        <w:ind w:right="98"/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>„B” Határozati javaslat:</w:t>
      </w:r>
    </w:p>
    <w:p w:rsidR="00534DCC" w:rsidRDefault="00534DCC" w:rsidP="00534DCC">
      <w:pPr>
        <w:widowControl w:val="0"/>
        <w:ind w:right="98"/>
        <w:jc w:val="center"/>
        <w:rPr>
          <w:b/>
          <w:sz w:val="23"/>
          <w:szCs w:val="23"/>
        </w:rPr>
      </w:pPr>
    </w:p>
    <w:p w:rsidR="00534DCC" w:rsidRDefault="00534DCC" w:rsidP="00534DCC">
      <w:pPr>
        <w:widowControl w:val="0"/>
        <w:ind w:right="98"/>
        <w:jc w:val="both"/>
        <w:rPr>
          <w:b/>
          <w:sz w:val="23"/>
          <w:szCs w:val="23"/>
          <w:highlight w:val="yellow"/>
        </w:rPr>
      </w:pPr>
      <w:r>
        <w:rPr>
          <w:b/>
          <w:sz w:val="23"/>
          <w:szCs w:val="23"/>
        </w:rPr>
        <w:t>Cegléd Város Önkormányzatának Képviselő-testülete –</w:t>
      </w:r>
    </w:p>
    <w:p w:rsidR="00534DCC" w:rsidRDefault="00D739B7" w:rsidP="00534DCC">
      <w:pPr>
        <w:widowControl w:val="0"/>
        <w:numPr>
          <w:ilvl w:val="0"/>
          <w:numId w:val="14"/>
        </w:numPr>
        <w:spacing w:before="120"/>
        <w:jc w:val="both"/>
        <w:rPr>
          <w:rFonts w:eastAsia="Calibri"/>
          <w:b/>
          <w:bCs/>
          <w:sz w:val="23"/>
          <w:szCs w:val="23"/>
        </w:rPr>
      </w:pPr>
      <w:r>
        <w:rPr>
          <w:rFonts w:eastAsia="Calibri"/>
          <w:bCs/>
          <w:sz w:val="23"/>
          <w:szCs w:val="23"/>
        </w:rPr>
        <w:t xml:space="preserve">Kijelenti, hogy a </w:t>
      </w:r>
      <w:r>
        <w:rPr>
          <w:sz w:val="23"/>
          <w:szCs w:val="23"/>
        </w:rPr>
        <w:t>Külső Budai út postájának („Cegléd 5 - Budai út</w:t>
      </w:r>
      <w:r w:rsidR="00642243">
        <w:rPr>
          <w:sz w:val="23"/>
          <w:szCs w:val="23"/>
        </w:rPr>
        <w:t xml:space="preserve"> Posta</w:t>
      </w:r>
      <w:r>
        <w:rPr>
          <w:sz w:val="23"/>
          <w:szCs w:val="23"/>
        </w:rPr>
        <w:t xml:space="preserve"> kirendeltség”) működését 2026. április 30. után nem kívánja biztosítani</w:t>
      </w:r>
      <w:r w:rsidR="00534DCC">
        <w:rPr>
          <w:rFonts w:eastAsia="Calibri"/>
          <w:bCs/>
          <w:sz w:val="23"/>
          <w:szCs w:val="23"/>
        </w:rPr>
        <w:t>.</w:t>
      </w:r>
    </w:p>
    <w:p w:rsidR="00534DCC" w:rsidRDefault="00534DCC" w:rsidP="00534DCC">
      <w:pPr>
        <w:widowControl w:val="0"/>
        <w:numPr>
          <w:ilvl w:val="0"/>
          <w:numId w:val="14"/>
        </w:numPr>
        <w:spacing w:before="120"/>
        <w:jc w:val="both"/>
        <w:rPr>
          <w:rFonts w:eastAsia="Calibri"/>
          <w:bCs/>
          <w:sz w:val="23"/>
          <w:szCs w:val="23"/>
        </w:rPr>
      </w:pPr>
      <w:r>
        <w:rPr>
          <w:rFonts w:eastAsia="Calibri"/>
          <w:bCs/>
          <w:sz w:val="23"/>
          <w:szCs w:val="23"/>
        </w:rPr>
        <w:t>Utasítja a Ceglédi Közös Önkormányzati Hivatalt</w:t>
      </w:r>
      <w:r w:rsidR="00E11B42">
        <w:rPr>
          <w:rFonts w:eastAsia="Calibri"/>
          <w:bCs/>
          <w:sz w:val="23"/>
          <w:szCs w:val="23"/>
        </w:rPr>
        <w:t>,</w:t>
      </w:r>
      <w:r>
        <w:rPr>
          <w:rFonts w:eastAsia="Calibri"/>
          <w:bCs/>
          <w:sz w:val="23"/>
          <w:szCs w:val="23"/>
        </w:rPr>
        <w:t xml:space="preserve"> </w:t>
      </w:r>
      <w:r w:rsidR="00E11B42">
        <w:rPr>
          <w:rFonts w:eastAsia="Calibri"/>
          <w:bCs/>
          <w:sz w:val="23"/>
          <w:szCs w:val="23"/>
        </w:rPr>
        <w:t xml:space="preserve">hogy </w:t>
      </w:r>
      <w:r>
        <w:rPr>
          <w:rFonts w:eastAsia="Calibri"/>
          <w:bCs/>
          <w:sz w:val="23"/>
          <w:szCs w:val="23"/>
        </w:rPr>
        <w:t>a szükséges intézkedések megt</w:t>
      </w:r>
      <w:r w:rsidR="00E11B42">
        <w:rPr>
          <w:rFonts w:eastAsia="Calibri"/>
          <w:bCs/>
          <w:sz w:val="23"/>
          <w:szCs w:val="23"/>
        </w:rPr>
        <w:t>egye</w:t>
      </w:r>
      <w:r>
        <w:rPr>
          <w:rFonts w:eastAsia="Calibri"/>
          <w:bCs/>
          <w:sz w:val="23"/>
          <w:szCs w:val="23"/>
        </w:rPr>
        <w:t xml:space="preserve"> </w:t>
      </w:r>
      <w:r>
        <w:rPr>
          <w:sz w:val="23"/>
          <w:szCs w:val="23"/>
        </w:rPr>
        <w:t>és a határozatról az érintetteket értesítse</w:t>
      </w:r>
      <w:r>
        <w:rPr>
          <w:rFonts w:eastAsia="Calibri"/>
          <w:bCs/>
          <w:sz w:val="23"/>
          <w:szCs w:val="23"/>
        </w:rPr>
        <w:t>.</w:t>
      </w:r>
    </w:p>
    <w:p w:rsidR="00534DCC" w:rsidRDefault="00534DCC" w:rsidP="00D739B7">
      <w:pPr>
        <w:widowControl w:val="0"/>
        <w:tabs>
          <w:tab w:val="right" w:pos="9072"/>
        </w:tabs>
        <w:spacing w:before="120"/>
        <w:ind w:right="-5"/>
        <w:jc w:val="both"/>
        <w:rPr>
          <w:bCs/>
        </w:rPr>
      </w:pPr>
      <w:r>
        <w:rPr>
          <w:sz w:val="23"/>
          <w:szCs w:val="23"/>
          <w:u w:val="single"/>
        </w:rPr>
        <w:t>Határidő</w:t>
      </w:r>
      <w:r>
        <w:rPr>
          <w:sz w:val="23"/>
          <w:szCs w:val="23"/>
        </w:rPr>
        <w:t>: azonnal</w:t>
      </w:r>
      <w:r w:rsidR="00D739B7">
        <w:rPr>
          <w:sz w:val="23"/>
          <w:szCs w:val="23"/>
        </w:rPr>
        <w:t xml:space="preserve"> </w:t>
      </w:r>
      <w:bookmarkStart w:id="3" w:name="_GoBack"/>
      <w:bookmarkEnd w:id="3"/>
      <w:r w:rsidR="00D739B7">
        <w:rPr>
          <w:sz w:val="23"/>
          <w:szCs w:val="23"/>
        </w:rPr>
        <w:tab/>
      </w:r>
      <w:r>
        <w:rPr>
          <w:sz w:val="23"/>
          <w:szCs w:val="23"/>
          <w:u w:val="single"/>
        </w:rPr>
        <w:t>Felelős:</w:t>
      </w:r>
      <w:r>
        <w:rPr>
          <w:sz w:val="23"/>
          <w:szCs w:val="23"/>
        </w:rPr>
        <w:t xml:space="preserve"> </w:t>
      </w:r>
      <w:r w:rsidR="00E11B42">
        <w:rPr>
          <w:sz w:val="23"/>
          <w:szCs w:val="23"/>
        </w:rPr>
        <w:t>D</w:t>
      </w:r>
      <w:r>
        <w:rPr>
          <w:sz w:val="23"/>
          <w:szCs w:val="23"/>
        </w:rPr>
        <w:t xml:space="preserve">r. </w:t>
      </w:r>
      <w:r w:rsidR="00E11B42">
        <w:rPr>
          <w:sz w:val="23"/>
          <w:szCs w:val="23"/>
        </w:rPr>
        <w:t>Csáky András polgármester</w:t>
      </w:r>
      <w:r>
        <w:rPr>
          <w:sz w:val="23"/>
          <w:szCs w:val="23"/>
        </w:rPr>
        <w:t xml:space="preserve"> </w:t>
      </w:r>
    </w:p>
    <w:p w:rsidR="00534DCC" w:rsidRDefault="00534DCC" w:rsidP="00534DCC">
      <w:pPr>
        <w:widowControl w:val="0"/>
        <w:ind w:right="98"/>
        <w:jc w:val="both"/>
        <w:rPr>
          <w:b/>
        </w:rPr>
      </w:pPr>
    </w:p>
    <w:p w:rsidR="00534DCC" w:rsidRDefault="00534DCC" w:rsidP="00534DCC">
      <w:pPr>
        <w:widowControl w:val="0"/>
        <w:ind w:right="98"/>
        <w:jc w:val="both"/>
        <w:rPr>
          <w:b/>
        </w:rPr>
      </w:pPr>
    </w:p>
    <w:p w:rsidR="00534DCC" w:rsidRDefault="00534DCC" w:rsidP="00534DCC">
      <w:pPr>
        <w:widowControl w:val="0"/>
        <w:ind w:right="98"/>
        <w:jc w:val="both"/>
        <w:rPr>
          <w:sz w:val="20"/>
          <w:szCs w:val="20"/>
          <w:u w:val="single"/>
        </w:rPr>
      </w:pPr>
      <w:r>
        <w:rPr>
          <w:sz w:val="20"/>
          <w:szCs w:val="20"/>
          <w:u w:val="single"/>
        </w:rPr>
        <w:t>Határozatot kapják:</w:t>
      </w:r>
    </w:p>
    <w:p w:rsidR="00534DCC" w:rsidRDefault="00AB1C26" w:rsidP="00534DCC">
      <w:pPr>
        <w:pStyle w:val="Listaszerbekezds"/>
        <w:widowControl w:val="0"/>
        <w:numPr>
          <w:ilvl w:val="0"/>
          <w:numId w:val="15"/>
        </w:numPr>
        <w:ind w:right="98"/>
        <w:contextualSpacing w:val="0"/>
        <w:jc w:val="both"/>
        <w:rPr>
          <w:sz w:val="20"/>
          <w:szCs w:val="20"/>
        </w:rPr>
      </w:pPr>
      <w:r>
        <w:rPr>
          <w:sz w:val="20"/>
          <w:szCs w:val="20"/>
        </w:rPr>
        <w:t>Szakmai előterjesztő</w:t>
      </w:r>
      <w:r w:rsidR="00001A25">
        <w:rPr>
          <w:sz w:val="20"/>
          <w:szCs w:val="20"/>
        </w:rPr>
        <w:t xml:space="preserve"> -helyben</w:t>
      </w:r>
    </w:p>
    <w:p w:rsidR="00534DCC" w:rsidRDefault="00534DCC" w:rsidP="00534DCC">
      <w:pPr>
        <w:pStyle w:val="Listaszerbekezds"/>
        <w:widowControl w:val="0"/>
        <w:numPr>
          <w:ilvl w:val="0"/>
          <w:numId w:val="15"/>
        </w:numPr>
        <w:ind w:right="98"/>
        <w:contextualSpacing w:val="0"/>
        <w:jc w:val="both"/>
        <w:rPr>
          <w:sz w:val="20"/>
          <w:szCs w:val="20"/>
        </w:rPr>
      </w:pPr>
      <w:r>
        <w:rPr>
          <w:sz w:val="20"/>
          <w:szCs w:val="20"/>
        </w:rPr>
        <w:t>Irattár</w:t>
      </w:r>
    </w:p>
    <w:p w:rsidR="00534DCC" w:rsidRDefault="00534DCC" w:rsidP="00534DCC">
      <w:pPr>
        <w:widowControl w:val="0"/>
        <w:ind w:right="98"/>
        <w:jc w:val="both"/>
        <w:rPr>
          <w:sz w:val="20"/>
          <w:szCs w:val="20"/>
        </w:rPr>
      </w:pPr>
    </w:p>
    <w:p w:rsidR="00534DCC" w:rsidRDefault="00534DCC" w:rsidP="00534DCC">
      <w:pPr>
        <w:widowControl w:val="0"/>
        <w:ind w:right="98"/>
        <w:jc w:val="both"/>
        <w:rPr>
          <w:b/>
        </w:rPr>
      </w:pPr>
    </w:p>
    <w:p w:rsidR="00534DCC" w:rsidRDefault="00534DCC" w:rsidP="00534DCC">
      <w:pPr>
        <w:widowControl w:val="0"/>
        <w:tabs>
          <w:tab w:val="left" w:pos="8080"/>
        </w:tabs>
        <w:ind w:right="98"/>
        <w:rPr>
          <w:sz w:val="22"/>
          <w:szCs w:val="22"/>
        </w:rPr>
      </w:pPr>
      <w:r>
        <w:rPr>
          <w:sz w:val="22"/>
          <w:szCs w:val="22"/>
        </w:rPr>
        <w:t>Az előterjesztést láttam:</w:t>
      </w:r>
    </w:p>
    <w:p w:rsidR="00534DCC" w:rsidRDefault="00534DCC" w:rsidP="00534DCC">
      <w:pPr>
        <w:widowControl w:val="0"/>
        <w:tabs>
          <w:tab w:val="left" w:pos="8080"/>
        </w:tabs>
        <w:ind w:right="98"/>
        <w:rPr>
          <w:sz w:val="22"/>
          <w:szCs w:val="22"/>
        </w:rPr>
      </w:pPr>
    </w:p>
    <w:p w:rsidR="00534DCC" w:rsidRDefault="00534DCC" w:rsidP="00534DCC">
      <w:pPr>
        <w:widowControl w:val="0"/>
        <w:tabs>
          <w:tab w:val="left" w:pos="1985"/>
        </w:tabs>
        <w:ind w:right="98"/>
        <w:rPr>
          <w:sz w:val="22"/>
          <w:szCs w:val="22"/>
        </w:rPr>
      </w:pPr>
      <w:r>
        <w:rPr>
          <w:sz w:val="22"/>
          <w:szCs w:val="22"/>
        </w:rPr>
        <w:tab/>
        <w:t xml:space="preserve">Dr. Diósgyőri Gitta </w:t>
      </w:r>
    </w:p>
    <w:p w:rsidR="00534DCC" w:rsidRDefault="00534DCC" w:rsidP="00534DCC">
      <w:pPr>
        <w:widowControl w:val="0"/>
        <w:tabs>
          <w:tab w:val="left" w:pos="2127"/>
        </w:tabs>
        <w:ind w:right="98"/>
        <w:rPr>
          <w:sz w:val="22"/>
          <w:szCs w:val="22"/>
        </w:rPr>
      </w:pPr>
      <w:r>
        <w:rPr>
          <w:sz w:val="22"/>
          <w:szCs w:val="22"/>
        </w:rPr>
        <w:tab/>
        <w:t>címzetes főjegyző</w:t>
      </w:r>
    </w:p>
    <w:p w:rsidR="00AF094D" w:rsidRDefault="00AF094D" w:rsidP="00C144CA">
      <w:pPr>
        <w:ind w:left="2268"/>
        <w:jc w:val="both"/>
      </w:pPr>
    </w:p>
    <w:sectPr w:rsidR="00AF094D" w:rsidSect="00713298">
      <w:pgSz w:w="11906" w:h="16838"/>
      <w:pgMar w:top="1967" w:right="1417" w:bottom="1135" w:left="1417" w:header="156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35CBA" w:rsidRDefault="00935CBA" w:rsidP="00EC78BD">
      <w:r>
        <w:separator/>
      </w:r>
    </w:p>
  </w:endnote>
  <w:endnote w:type="continuationSeparator" w:id="0">
    <w:p w:rsidR="00935CBA" w:rsidRDefault="00935CBA" w:rsidP="00EC78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35CBA" w:rsidRDefault="00935CBA" w:rsidP="00EC78BD">
      <w:r>
        <w:separator/>
      </w:r>
    </w:p>
  </w:footnote>
  <w:footnote w:type="continuationSeparator" w:id="0">
    <w:p w:rsidR="00935CBA" w:rsidRDefault="00935CBA" w:rsidP="00EC78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107390"/>
    <w:multiLevelType w:val="hybridMultilevel"/>
    <w:tmpl w:val="5BC873B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B8D4B08"/>
    <w:multiLevelType w:val="hybridMultilevel"/>
    <w:tmpl w:val="63E01762"/>
    <w:lvl w:ilvl="0" w:tplc="1A4C20CC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BF5EF1"/>
    <w:multiLevelType w:val="hybridMultilevel"/>
    <w:tmpl w:val="28D4B5CC"/>
    <w:lvl w:ilvl="0" w:tplc="36966E30">
      <w:numFmt w:val="bullet"/>
      <w:lvlText w:val="–"/>
      <w:lvlJc w:val="left"/>
      <w:pPr>
        <w:tabs>
          <w:tab w:val="num" w:pos="1776"/>
        </w:tabs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230BF9"/>
    <w:multiLevelType w:val="hybridMultilevel"/>
    <w:tmpl w:val="19007E9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ED487A"/>
    <w:multiLevelType w:val="hybridMultilevel"/>
    <w:tmpl w:val="817AAEF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59792A"/>
    <w:multiLevelType w:val="multilevel"/>
    <w:tmpl w:val="ADC61190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9" w:hanging="4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6" w15:restartNumberingAfterBreak="0">
    <w:nsid w:val="371B4D4A"/>
    <w:multiLevelType w:val="hybridMultilevel"/>
    <w:tmpl w:val="C6B483CC"/>
    <w:lvl w:ilvl="0" w:tplc="0B868BD2">
      <w:start w:val="1"/>
      <w:numFmt w:val="bullet"/>
      <w:lvlText w:val="-"/>
      <w:lvlJc w:val="left"/>
      <w:pPr>
        <w:ind w:left="1854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3B9E5CB1"/>
    <w:multiLevelType w:val="hybridMultilevel"/>
    <w:tmpl w:val="34AC071A"/>
    <w:lvl w:ilvl="0" w:tplc="A1D28DEE">
      <w:start w:val="1"/>
      <w:numFmt w:val="decimal"/>
      <w:lvlText w:val="%1.)"/>
      <w:lvlJc w:val="left"/>
      <w:pPr>
        <w:ind w:left="720" w:hanging="360"/>
      </w:pPr>
      <w:rPr>
        <w:b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806FCC"/>
    <w:multiLevelType w:val="hybridMultilevel"/>
    <w:tmpl w:val="09320A48"/>
    <w:lvl w:ilvl="0" w:tplc="C6BE02B8">
      <w:start w:val="1"/>
      <w:numFmt w:val="decimal"/>
      <w:lvlText w:val="%1.)"/>
      <w:lvlJc w:val="left"/>
      <w:pPr>
        <w:ind w:left="720" w:hanging="360"/>
      </w:pPr>
      <w:rPr>
        <w:b/>
        <w:i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CD065B"/>
    <w:multiLevelType w:val="hybridMultilevel"/>
    <w:tmpl w:val="4654778E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B868BD2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A487885"/>
    <w:multiLevelType w:val="hybridMultilevel"/>
    <w:tmpl w:val="ACE0ADB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0AF1491"/>
    <w:multiLevelType w:val="hybridMultilevel"/>
    <w:tmpl w:val="6A1E965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F79333C"/>
    <w:multiLevelType w:val="hybridMultilevel"/>
    <w:tmpl w:val="A19C5C50"/>
    <w:lvl w:ilvl="0" w:tplc="F2869DF6">
      <w:start w:val="1"/>
      <w:numFmt w:val="decimal"/>
      <w:lvlText w:val="%1.) 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F874321"/>
    <w:multiLevelType w:val="hybridMultilevel"/>
    <w:tmpl w:val="3AA89B36"/>
    <w:lvl w:ilvl="0" w:tplc="36966E30">
      <w:numFmt w:val="bullet"/>
      <w:lvlText w:val="–"/>
      <w:lvlJc w:val="left"/>
      <w:pPr>
        <w:tabs>
          <w:tab w:val="num" w:pos="1776"/>
        </w:tabs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3"/>
  </w:num>
  <w:num w:numId="5">
    <w:abstractNumId w:val="0"/>
  </w:num>
  <w:num w:numId="6">
    <w:abstractNumId w:val="6"/>
  </w:num>
  <w:num w:numId="7">
    <w:abstractNumId w:val="10"/>
  </w:num>
  <w:num w:numId="8">
    <w:abstractNumId w:val="3"/>
  </w:num>
  <w:num w:numId="9">
    <w:abstractNumId w:val="11"/>
  </w:num>
  <w:num w:numId="10">
    <w:abstractNumId w:val="4"/>
  </w:num>
  <w:num w:numId="11">
    <w:abstractNumId w:val="12"/>
  </w:num>
  <w:num w:numId="12">
    <w:abstractNumId w:val="5"/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181E"/>
    <w:rsid w:val="00001A25"/>
    <w:rsid w:val="000139E5"/>
    <w:rsid w:val="00024472"/>
    <w:rsid w:val="00032E5D"/>
    <w:rsid w:val="0003639B"/>
    <w:rsid w:val="00037179"/>
    <w:rsid w:val="00041570"/>
    <w:rsid w:val="000423E9"/>
    <w:rsid w:val="00053E8C"/>
    <w:rsid w:val="00054857"/>
    <w:rsid w:val="000575DA"/>
    <w:rsid w:val="00074AB7"/>
    <w:rsid w:val="000768F4"/>
    <w:rsid w:val="00080879"/>
    <w:rsid w:val="0009686E"/>
    <w:rsid w:val="000A26C2"/>
    <w:rsid w:val="000C0252"/>
    <w:rsid w:val="000C30C3"/>
    <w:rsid w:val="000D2E2B"/>
    <w:rsid w:val="000D45BB"/>
    <w:rsid w:val="000D4981"/>
    <w:rsid w:val="000D79A3"/>
    <w:rsid w:val="000F1B73"/>
    <w:rsid w:val="00101BBB"/>
    <w:rsid w:val="00107BC5"/>
    <w:rsid w:val="00113CA9"/>
    <w:rsid w:val="00121894"/>
    <w:rsid w:val="001248CE"/>
    <w:rsid w:val="001640FC"/>
    <w:rsid w:val="00175141"/>
    <w:rsid w:val="0018345F"/>
    <w:rsid w:val="00184C3C"/>
    <w:rsid w:val="00191950"/>
    <w:rsid w:val="001924DD"/>
    <w:rsid w:val="0019785C"/>
    <w:rsid w:val="001A52A8"/>
    <w:rsid w:val="001B2FCD"/>
    <w:rsid w:val="001C06BD"/>
    <w:rsid w:val="001C203E"/>
    <w:rsid w:val="001C62AE"/>
    <w:rsid w:val="001F27CB"/>
    <w:rsid w:val="001F39C4"/>
    <w:rsid w:val="00210201"/>
    <w:rsid w:val="0021081B"/>
    <w:rsid w:val="00214A1A"/>
    <w:rsid w:val="00217D03"/>
    <w:rsid w:val="0023181E"/>
    <w:rsid w:val="002507DF"/>
    <w:rsid w:val="00270D7F"/>
    <w:rsid w:val="00274A2E"/>
    <w:rsid w:val="00284A05"/>
    <w:rsid w:val="00291FD7"/>
    <w:rsid w:val="002A0829"/>
    <w:rsid w:val="002A2EC7"/>
    <w:rsid w:val="002B248D"/>
    <w:rsid w:val="002C0785"/>
    <w:rsid w:val="002C4083"/>
    <w:rsid w:val="002C453A"/>
    <w:rsid w:val="00303446"/>
    <w:rsid w:val="003065DB"/>
    <w:rsid w:val="00310FD6"/>
    <w:rsid w:val="0032090D"/>
    <w:rsid w:val="003338B3"/>
    <w:rsid w:val="003359C9"/>
    <w:rsid w:val="003403D1"/>
    <w:rsid w:val="00342997"/>
    <w:rsid w:val="0035471D"/>
    <w:rsid w:val="0037467F"/>
    <w:rsid w:val="00377C89"/>
    <w:rsid w:val="00385A66"/>
    <w:rsid w:val="003A479B"/>
    <w:rsid w:val="003C3A4F"/>
    <w:rsid w:val="003D44C1"/>
    <w:rsid w:val="003D5C3C"/>
    <w:rsid w:val="003F042C"/>
    <w:rsid w:val="003F13AA"/>
    <w:rsid w:val="004034FA"/>
    <w:rsid w:val="004151C9"/>
    <w:rsid w:val="0042306A"/>
    <w:rsid w:val="00423392"/>
    <w:rsid w:val="004314C5"/>
    <w:rsid w:val="00437322"/>
    <w:rsid w:val="004550FC"/>
    <w:rsid w:val="00456CF0"/>
    <w:rsid w:val="00456F63"/>
    <w:rsid w:val="00460DCE"/>
    <w:rsid w:val="00463BC0"/>
    <w:rsid w:val="004672C1"/>
    <w:rsid w:val="004754A9"/>
    <w:rsid w:val="004869CA"/>
    <w:rsid w:val="00495703"/>
    <w:rsid w:val="004A043C"/>
    <w:rsid w:val="004A34D2"/>
    <w:rsid w:val="004B4E33"/>
    <w:rsid w:val="004B5C2B"/>
    <w:rsid w:val="004C3F2C"/>
    <w:rsid w:val="004D073A"/>
    <w:rsid w:val="004D5DEE"/>
    <w:rsid w:val="004E27C4"/>
    <w:rsid w:val="004E575C"/>
    <w:rsid w:val="005168BD"/>
    <w:rsid w:val="0052467A"/>
    <w:rsid w:val="00530C18"/>
    <w:rsid w:val="00534CCB"/>
    <w:rsid w:val="00534DCC"/>
    <w:rsid w:val="0054030A"/>
    <w:rsid w:val="005451C9"/>
    <w:rsid w:val="00552B9C"/>
    <w:rsid w:val="005628C1"/>
    <w:rsid w:val="0057133B"/>
    <w:rsid w:val="00580E12"/>
    <w:rsid w:val="00583875"/>
    <w:rsid w:val="00585940"/>
    <w:rsid w:val="00585D2C"/>
    <w:rsid w:val="00586BD7"/>
    <w:rsid w:val="005976A2"/>
    <w:rsid w:val="005A10DD"/>
    <w:rsid w:val="005B18C0"/>
    <w:rsid w:val="005B4731"/>
    <w:rsid w:val="005B758C"/>
    <w:rsid w:val="005D0675"/>
    <w:rsid w:val="005E1083"/>
    <w:rsid w:val="005F341C"/>
    <w:rsid w:val="005F7CEC"/>
    <w:rsid w:val="00600A32"/>
    <w:rsid w:val="00605543"/>
    <w:rsid w:val="00613FC7"/>
    <w:rsid w:val="00624227"/>
    <w:rsid w:val="006331DC"/>
    <w:rsid w:val="00635F49"/>
    <w:rsid w:val="00642243"/>
    <w:rsid w:val="006513E5"/>
    <w:rsid w:val="00652B54"/>
    <w:rsid w:val="006530AF"/>
    <w:rsid w:val="006561B3"/>
    <w:rsid w:val="00660892"/>
    <w:rsid w:val="00660A21"/>
    <w:rsid w:val="006620E3"/>
    <w:rsid w:val="006631DD"/>
    <w:rsid w:val="00670FD5"/>
    <w:rsid w:val="00675110"/>
    <w:rsid w:val="00675769"/>
    <w:rsid w:val="00683508"/>
    <w:rsid w:val="006943C4"/>
    <w:rsid w:val="00695277"/>
    <w:rsid w:val="00695C68"/>
    <w:rsid w:val="006A366C"/>
    <w:rsid w:val="006B26B9"/>
    <w:rsid w:val="006D472A"/>
    <w:rsid w:val="006D6EAD"/>
    <w:rsid w:val="006E455E"/>
    <w:rsid w:val="006E4B70"/>
    <w:rsid w:val="006F62CD"/>
    <w:rsid w:val="006F7993"/>
    <w:rsid w:val="00702C5C"/>
    <w:rsid w:val="0070583D"/>
    <w:rsid w:val="00713298"/>
    <w:rsid w:val="00713FFE"/>
    <w:rsid w:val="00717670"/>
    <w:rsid w:val="00725110"/>
    <w:rsid w:val="00732503"/>
    <w:rsid w:val="0074076D"/>
    <w:rsid w:val="00743FA7"/>
    <w:rsid w:val="00755383"/>
    <w:rsid w:val="007603E3"/>
    <w:rsid w:val="00783738"/>
    <w:rsid w:val="00785291"/>
    <w:rsid w:val="00786795"/>
    <w:rsid w:val="00787FA2"/>
    <w:rsid w:val="007946F1"/>
    <w:rsid w:val="007B0F72"/>
    <w:rsid w:val="007D0DE2"/>
    <w:rsid w:val="007D5B82"/>
    <w:rsid w:val="007E053F"/>
    <w:rsid w:val="007E2863"/>
    <w:rsid w:val="007E464D"/>
    <w:rsid w:val="007E76A3"/>
    <w:rsid w:val="007E7B54"/>
    <w:rsid w:val="007E7F36"/>
    <w:rsid w:val="007F3268"/>
    <w:rsid w:val="008020CF"/>
    <w:rsid w:val="00805F8C"/>
    <w:rsid w:val="008100D6"/>
    <w:rsid w:val="0082035D"/>
    <w:rsid w:val="008256E1"/>
    <w:rsid w:val="00834ACC"/>
    <w:rsid w:val="00844043"/>
    <w:rsid w:val="00845B56"/>
    <w:rsid w:val="00853C56"/>
    <w:rsid w:val="00855DE2"/>
    <w:rsid w:val="00860E78"/>
    <w:rsid w:val="0086209C"/>
    <w:rsid w:val="00863078"/>
    <w:rsid w:val="00872924"/>
    <w:rsid w:val="00873464"/>
    <w:rsid w:val="008739D1"/>
    <w:rsid w:val="00875BA5"/>
    <w:rsid w:val="00883D95"/>
    <w:rsid w:val="00893D56"/>
    <w:rsid w:val="008B5A25"/>
    <w:rsid w:val="008B6308"/>
    <w:rsid w:val="008B6A90"/>
    <w:rsid w:val="008D4BE5"/>
    <w:rsid w:val="008E06EE"/>
    <w:rsid w:val="008E2073"/>
    <w:rsid w:val="008E60D0"/>
    <w:rsid w:val="008F2F65"/>
    <w:rsid w:val="008F3D85"/>
    <w:rsid w:val="0090106B"/>
    <w:rsid w:val="0090593A"/>
    <w:rsid w:val="00923AC2"/>
    <w:rsid w:val="00935CBA"/>
    <w:rsid w:val="00944269"/>
    <w:rsid w:val="009467D3"/>
    <w:rsid w:val="009478C2"/>
    <w:rsid w:val="009515E2"/>
    <w:rsid w:val="00970C8B"/>
    <w:rsid w:val="00974A26"/>
    <w:rsid w:val="009924E4"/>
    <w:rsid w:val="009B018B"/>
    <w:rsid w:val="009B08A6"/>
    <w:rsid w:val="009B0A93"/>
    <w:rsid w:val="009D5CA8"/>
    <w:rsid w:val="009D623C"/>
    <w:rsid w:val="009E3B44"/>
    <w:rsid w:val="009F744B"/>
    <w:rsid w:val="00A00981"/>
    <w:rsid w:val="00A11220"/>
    <w:rsid w:val="00A266A6"/>
    <w:rsid w:val="00A31E2B"/>
    <w:rsid w:val="00A43D6C"/>
    <w:rsid w:val="00A53E65"/>
    <w:rsid w:val="00A62DED"/>
    <w:rsid w:val="00A72521"/>
    <w:rsid w:val="00A82172"/>
    <w:rsid w:val="00A87E8B"/>
    <w:rsid w:val="00A923DA"/>
    <w:rsid w:val="00A93C66"/>
    <w:rsid w:val="00AA5E7D"/>
    <w:rsid w:val="00AB1162"/>
    <w:rsid w:val="00AB1C26"/>
    <w:rsid w:val="00AB345F"/>
    <w:rsid w:val="00AB36B7"/>
    <w:rsid w:val="00AC02F8"/>
    <w:rsid w:val="00AC0906"/>
    <w:rsid w:val="00AC307C"/>
    <w:rsid w:val="00AE2CB1"/>
    <w:rsid w:val="00AE3031"/>
    <w:rsid w:val="00AF094D"/>
    <w:rsid w:val="00AF0C29"/>
    <w:rsid w:val="00AF2ACE"/>
    <w:rsid w:val="00B11658"/>
    <w:rsid w:val="00B23B91"/>
    <w:rsid w:val="00B2493D"/>
    <w:rsid w:val="00B25D42"/>
    <w:rsid w:val="00B438C7"/>
    <w:rsid w:val="00B44FE6"/>
    <w:rsid w:val="00B45A8B"/>
    <w:rsid w:val="00B501D4"/>
    <w:rsid w:val="00B7744B"/>
    <w:rsid w:val="00B84019"/>
    <w:rsid w:val="00B94DF1"/>
    <w:rsid w:val="00BB2087"/>
    <w:rsid w:val="00BB5FF7"/>
    <w:rsid w:val="00BB6690"/>
    <w:rsid w:val="00BB764D"/>
    <w:rsid w:val="00BD1288"/>
    <w:rsid w:val="00BE2BA2"/>
    <w:rsid w:val="00BE4627"/>
    <w:rsid w:val="00BF0529"/>
    <w:rsid w:val="00BF0B44"/>
    <w:rsid w:val="00BF1D80"/>
    <w:rsid w:val="00BF3106"/>
    <w:rsid w:val="00BF75AB"/>
    <w:rsid w:val="00C144CA"/>
    <w:rsid w:val="00C16D8E"/>
    <w:rsid w:val="00C227D5"/>
    <w:rsid w:val="00C32D0A"/>
    <w:rsid w:val="00C339A4"/>
    <w:rsid w:val="00C37E29"/>
    <w:rsid w:val="00C57248"/>
    <w:rsid w:val="00C72BCB"/>
    <w:rsid w:val="00C72E62"/>
    <w:rsid w:val="00C82C37"/>
    <w:rsid w:val="00C8428C"/>
    <w:rsid w:val="00CA0422"/>
    <w:rsid w:val="00CA0CCE"/>
    <w:rsid w:val="00CA573B"/>
    <w:rsid w:val="00CD125A"/>
    <w:rsid w:val="00CD441D"/>
    <w:rsid w:val="00CE3543"/>
    <w:rsid w:val="00CE53D2"/>
    <w:rsid w:val="00CE5DC5"/>
    <w:rsid w:val="00CF55A1"/>
    <w:rsid w:val="00D00F12"/>
    <w:rsid w:val="00D00F74"/>
    <w:rsid w:val="00D15C4B"/>
    <w:rsid w:val="00D25155"/>
    <w:rsid w:val="00D2520E"/>
    <w:rsid w:val="00D369A3"/>
    <w:rsid w:val="00D36C4F"/>
    <w:rsid w:val="00D70025"/>
    <w:rsid w:val="00D73113"/>
    <w:rsid w:val="00D739B7"/>
    <w:rsid w:val="00D75C09"/>
    <w:rsid w:val="00D84DC7"/>
    <w:rsid w:val="00D860A3"/>
    <w:rsid w:val="00D92B67"/>
    <w:rsid w:val="00D93F6A"/>
    <w:rsid w:val="00D94DA1"/>
    <w:rsid w:val="00DA1AA0"/>
    <w:rsid w:val="00DB0496"/>
    <w:rsid w:val="00DC4A91"/>
    <w:rsid w:val="00DF5389"/>
    <w:rsid w:val="00E05E44"/>
    <w:rsid w:val="00E11B42"/>
    <w:rsid w:val="00E154AE"/>
    <w:rsid w:val="00E241A1"/>
    <w:rsid w:val="00E272B2"/>
    <w:rsid w:val="00E32AD7"/>
    <w:rsid w:val="00E33480"/>
    <w:rsid w:val="00E36FE9"/>
    <w:rsid w:val="00E47FD0"/>
    <w:rsid w:val="00E513FB"/>
    <w:rsid w:val="00E61DBC"/>
    <w:rsid w:val="00E63F41"/>
    <w:rsid w:val="00E66C22"/>
    <w:rsid w:val="00E76916"/>
    <w:rsid w:val="00E85BC7"/>
    <w:rsid w:val="00E86E07"/>
    <w:rsid w:val="00EA704E"/>
    <w:rsid w:val="00EA73A2"/>
    <w:rsid w:val="00EB11AF"/>
    <w:rsid w:val="00EB4EC5"/>
    <w:rsid w:val="00EB5078"/>
    <w:rsid w:val="00EC78BD"/>
    <w:rsid w:val="00EE0DC7"/>
    <w:rsid w:val="00EE0FFF"/>
    <w:rsid w:val="00EE3008"/>
    <w:rsid w:val="00EE4529"/>
    <w:rsid w:val="00EE6A7E"/>
    <w:rsid w:val="00EF1119"/>
    <w:rsid w:val="00EF1432"/>
    <w:rsid w:val="00F00EEE"/>
    <w:rsid w:val="00F03D6E"/>
    <w:rsid w:val="00F0724A"/>
    <w:rsid w:val="00F225F3"/>
    <w:rsid w:val="00F257B8"/>
    <w:rsid w:val="00F2588D"/>
    <w:rsid w:val="00F271FB"/>
    <w:rsid w:val="00F27322"/>
    <w:rsid w:val="00F40172"/>
    <w:rsid w:val="00F44323"/>
    <w:rsid w:val="00F5189C"/>
    <w:rsid w:val="00F7449C"/>
    <w:rsid w:val="00F80170"/>
    <w:rsid w:val="00F8707B"/>
    <w:rsid w:val="00F94918"/>
    <w:rsid w:val="00F97630"/>
    <w:rsid w:val="00F97E93"/>
    <w:rsid w:val="00FA5701"/>
    <w:rsid w:val="00FB0226"/>
    <w:rsid w:val="00FC3A2F"/>
    <w:rsid w:val="00FD4A90"/>
    <w:rsid w:val="00FE1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5F8B18C"/>
  <w15:chartTrackingRefBased/>
  <w15:docId w15:val="{A4903774-5CF2-4522-B4E2-0F6729C5AA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HTML Preformatted" w:semiHidden="1" w:uiPriority="99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">
    <w:name w:val="Normal"/>
    <w:qFormat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rsid w:val="00E86E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hivatkozs">
    <w:name w:val="Hyperlink"/>
    <w:rsid w:val="00BF0B44"/>
    <w:rPr>
      <w:color w:val="0000FF"/>
      <w:u w:val="single"/>
    </w:rPr>
  </w:style>
  <w:style w:type="character" w:customStyle="1" w:styleId="e-mailstlus17">
    <w:name w:val="e-mailstlus17"/>
    <w:semiHidden/>
    <w:rsid w:val="0054030A"/>
    <w:rPr>
      <w:rFonts w:ascii="Arial" w:hAnsi="Arial" w:cs="Arial" w:hint="default"/>
      <w:color w:val="auto"/>
      <w:sz w:val="20"/>
      <w:szCs w:val="20"/>
    </w:rPr>
  </w:style>
  <w:style w:type="paragraph" w:styleId="NormlWeb">
    <w:name w:val="Normal (Web)"/>
    <w:basedOn w:val="Norml"/>
    <w:rsid w:val="00805F8C"/>
    <w:pPr>
      <w:spacing w:before="100" w:beforeAutospacing="1" w:after="100" w:afterAutospacing="1"/>
    </w:pPr>
  </w:style>
  <w:style w:type="character" w:customStyle="1" w:styleId="Kiemels2">
    <w:name w:val="Kiemelés2"/>
    <w:qFormat/>
    <w:rsid w:val="00805F8C"/>
    <w:rPr>
      <w:b/>
      <w:bCs/>
    </w:rPr>
  </w:style>
  <w:style w:type="paragraph" w:styleId="lfej">
    <w:name w:val="header"/>
    <w:basedOn w:val="Norml"/>
    <w:link w:val="lfejChar"/>
    <w:rsid w:val="00EC78BD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rsid w:val="00EC78BD"/>
    <w:rPr>
      <w:sz w:val="24"/>
      <w:szCs w:val="24"/>
    </w:rPr>
  </w:style>
  <w:style w:type="paragraph" w:styleId="llb">
    <w:name w:val="footer"/>
    <w:basedOn w:val="Norml"/>
    <w:link w:val="llbChar"/>
    <w:rsid w:val="00EC78BD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rsid w:val="00EC78BD"/>
    <w:rPr>
      <w:sz w:val="24"/>
      <w:szCs w:val="24"/>
    </w:rPr>
  </w:style>
  <w:style w:type="paragraph" w:styleId="HTML-kntformzott">
    <w:name w:val="HTML Preformatted"/>
    <w:basedOn w:val="Norml"/>
    <w:link w:val="HTML-kntformzottChar"/>
    <w:uiPriority w:val="99"/>
    <w:semiHidden/>
    <w:unhideWhenUsed/>
    <w:rsid w:val="00EE452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kntformzottChar">
    <w:name w:val="HTML-ként formázott Char"/>
    <w:basedOn w:val="Bekezdsalapbettpusa"/>
    <w:link w:val="HTML-kntformzott"/>
    <w:uiPriority w:val="99"/>
    <w:semiHidden/>
    <w:rsid w:val="00EE4529"/>
    <w:rPr>
      <w:rFonts w:ascii="Courier New" w:hAnsi="Courier New" w:cs="Courier New"/>
    </w:rPr>
  </w:style>
  <w:style w:type="character" w:styleId="Feloldatlanmegemlts">
    <w:name w:val="Unresolved Mention"/>
    <w:basedOn w:val="Bekezdsalapbettpusa"/>
    <w:uiPriority w:val="99"/>
    <w:semiHidden/>
    <w:unhideWhenUsed/>
    <w:rsid w:val="0042306A"/>
    <w:rPr>
      <w:color w:val="605E5C"/>
      <w:shd w:val="clear" w:color="auto" w:fill="E1DFDD"/>
    </w:rPr>
  </w:style>
  <w:style w:type="paragraph" w:styleId="Szvegtrzs">
    <w:name w:val="Body Text"/>
    <w:basedOn w:val="Norml"/>
    <w:link w:val="SzvegtrzsChar"/>
    <w:rsid w:val="004E575C"/>
    <w:pPr>
      <w:jc w:val="both"/>
    </w:pPr>
    <w:rPr>
      <w:szCs w:val="20"/>
    </w:rPr>
  </w:style>
  <w:style w:type="character" w:customStyle="1" w:styleId="SzvegtrzsChar">
    <w:name w:val="Szövegtörzs Char"/>
    <w:basedOn w:val="Bekezdsalapbettpusa"/>
    <w:link w:val="Szvegtrzs"/>
    <w:rsid w:val="004E575C"/>
    <w:rPr>
      <w:sz w:val="24"/>
    </w:rPr>
  </w:style>
  <w:style w:type="paragraph" w:styleId="Csakszveg">
    <w:name w:val="Plain Text"/>
    <w:basedOn w:val="Norml"/>
    <w:link w:val="CsakszvegChar"/>
    <w:uiPriority w:val="99"/>
    <w:unhideWhenUsed/>
    <w:rsid w:val="00F8707B"/>
    <w:rPr>
      <w:rFonts w:ascii="Cambria" w:hAnsi="Cambria" w:cstheme="minorHAns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F8707B"/>
    <w:rPr>
      <w:rFonts w:ascii="Cambria" w:hAnsi="Cambria" w:cstheme="minorHAnsi"/>
      <w:sz w:val="24"/>
      <w:szCs w:val="21"/>
      <w:lang w:eastAsia="en-US"/>
    </w:rPr>
  </w:style>
  <w:style w:type="paragraph" w:styleId="Listaszerbekezds">
    <w:name w:val="List Paragraph"/>
    <w:basedOn w:val="Norml"/>
    <w:uiPriority w:val="34"/>
    <w:qFormat/>
    <w:rsid w:val="007D5B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61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2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0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0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5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97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0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23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7847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88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5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5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44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5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0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8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2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07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86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1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!dokumentumok\DOKSI\sablonok\polg&#225;rmester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polgármester.dot</Template>
  <TotalTime>5</TotalTime>
  <Pages>2</Pages>
  <Words>418</Words>
  <Characters>3327</Characters>
  <Application>Microsoft Office Word</Application>
  <DocSecurity>4</DocSecurity>
  <Lines>27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Polghiv</Company>
  <LinksUpToDate>false</LinksUpToDate>
  <CharactersWithSpaces>3738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Polgármesteri Hivatal Cegléd</dc:creator>
  <cp:keywords/>
  <dc:description/>
  <cp:lastModifiedBy>Sipos Ágnes</cp:lastModifiedBy>
  <cp:revision>2</cp:revision>
  <cp:lastPrinted>2026-02-03T12:16:00Z</cp:lastPrinted>
  <dcterms:created xsi:type="dcterms:W3CDTF">2026-02-03T12:22:00Z</dcterms:created>
  <dcterms:modified xsi:type="dcterms:W3CDTF">2026-02-03T12:22:00Z</dcterms:modified>
</cp:coreProperties>
</file>